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9CD" w:rsidRPr="00C77283" w:rsidRDefault="001269CD" w:rsidP="00DF0ED1">
      <w:pPr>
        <w:pStyle w:val="ConsPlusNormal"/>
        <w:tabs>
          <w:tab w:val="left" w:pos="-1701"/>
        </w:tabs>
        <w:contextualSpacing/>
        <w:rPr>
          <w:rFonts w:ascii="Times New Roman" w:hAnsi="Times New Roman" w:cs="Times New Roman"/>
          <w:sz w:val="24"/>
          <w:szCs w:val="24"/>
        </w:rPr>
      </w:pPr>
      <w:r w:rsidRPr="00C772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Приложение 1</w:t>
      </w:r>
    </w:p>
    <w:p w:rsidR="001269CD" w:rsidRPr="00B820F5" w:rsidRDefault="001269CD" w:rsidP="00DF0ED1">
      <w:pPr>
        <w:pStyle w:val="ConsPlusNormal"/>
        <w:tabs>
          <w:tab w:val="left" w:pos="-1701"/>
        </w:tabs>
        <w:ind w:left="5954"/>
        <w:contextualSpacing/>
        <w:rPr>
          <w:rFonts w:ascii="Times New Roman" w:hAnsi="Times New Roman" w:cs="Times New Roman"/>
          <w:sz w:val="24"/>
          <w:szCs w:val="24"/>
        </w:rPr>
      </w:pPr>
      <w:r w:rsidRPr="00B820F5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1269CD" w:rsidRDefault="001269CD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  <w:b/>
        </w:rPr>
        <w:t>«</w:t>
      </w:r>
      <w:r w:rsidRPr="00AE0FF7">
        <w:rPr>
          <w:rFonts w:ascii="Times New Roman" w:hAnsi="Times New Roman"/>
        </w:rPr>
        <w:t>Реализация отдельных полномочий муниципального</w:t>
      </w:r>
    </w:p>
    <w:p w:rsidR="001269CD" w:rsidRDefault="001269CD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 w:rsidRPr="00AE0FF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о</w:t>
      </w:r>
      <w:r w:rsidRPr="00AE0FF7">
        <w:rPr>
          <w:rFonts w:ascii="Times New Roman" w:hAnsi="Times New Roman"/>
        </w:rPr>
        <w:t>бразования</w:t>
      </w:r>
      <w:r>
        <w:rPr>
          <w:rFonts w:ascii="Times New Roman" w:hAnsi="Times New Roman"/>
        </w:rPr>
        <w:t xml:space="preserve"> </w:t>
      </w:r>
      <w:r w:rsidRPr="00AE0FF7">
        <w:rPr>
          <w:rFonts w:ascii="Times New Roman" w:hAnsi="Times New Roman"/>
        </w:rPr>
        <w:t>«</w:t>
      </w:r>
      <w:r>
        <w:rPr>
          <w:rFonts w:ascii="Times New Roman" w:hAnsi="Times New Roman"/>
        </w:rPr>
        <w:t>Рогнединское городское</w:t>
      </w:r>
      <w:r w:rsidRPr="00AE0FF7">
        <w:rPr>
          <w:rFonts w:ascii="Times New Roman" w:hAnsi="Times New Roman"/>
          <w:kern w:val="2"/>
        </w:rPr>
        <w:t xml:space="preserve"> поселение</w:t>
      </w:r>
      <w:r w:rsidRPr="00AE0FF7">
        <w:rPr>
          <w:rFonts w:ascii="Times New Roman" w:hAnsi="Times New Roman"/>
        </w:rPr>
        <w:t xml:space="preserve">» </w:t>
      </w:r>
    </w:p>
    <w:p w:rsidR="001269CD" w:rsidRPr="00AE0FF7" w:rsidRDefault="001269CD" w:rsidP="00DF0ED1">
      <w:pPr>
        <w:tabs>
          <w:tab w:val="left" w:pos="286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</w:t>
      </w:r>
      <w:r w:rsidRPr="00AE0FF7">
        <w:rPr>
          <w:rFonts w:ascii="Times New Roman" w:hAnsi="Times New Roman"/>
        </w:rPr>
        <w:t xml:space="preserve">  на 201</w:t>
      </w:r>
      <w:r>
        <w:rPr>
          <w:rFonts w:ascii="Times New Roman" w:hAnsi="Times New Roman"/>
        </w:rPr>
        <w:t>9</w:t>
      </w:r>
      <w:r w:rsidRPr="00AE0FF7">
        <w:rPr>
          <w:rFonts w:ascii="Times New Roman" w:hAnsi="Times New Roman"/>
        </w:rPr>
        <w:t>-202</w:t>
      </w:r>
      <w:r>
        <w:rPr>
          <w:rFonts w:ascii="Times New Roman" w:hAnsi="Times New Roman"/>
        </w:rPr>
        <w:t>1</w:t>
      </w:r>
      <w:r w:rsidRPr="00AE0FF7">
        <w:rPr>
          <w:rFonts w:ascii="Times New Roman" w:hAnsi="Times New Roman"/>
        </w:rPr>
        <w:t xml:space="preserve"> годы»</w:t>
      </w:r>
    </w:p>
    <w:p w:rsidR="001269CD" w:rsidRDefault="001269CD" w:rsidP="00DF0ED1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1269CD" w:rsidRDefault="001269CD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2268"/>
        <w:gridCol w:w="3719"/>
        <w:gridCol w:w="1843"/>
        <w:gridCol w:w="1559"/>
      </w:tblGrid>
      <w:tr w:rsidR="001269CD" w:rsidRPr="00360B11" w:rsidTr="006B643F">
        <w:tc>
          <w:tcPr>
            <w:tcW w:w="675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B11">
              <w:rPr>
                <w:rFonts w:ascii="Times New Roman" w:hAnsi="Times New Roman" w:cs="Times New Roman"/>
                <w:sz w:val="24"/>
                <w:szCs w:val="24"/>
              </w:rPr>
              <w:t>Ожидаемый срок принятия</w:t>
            </w:r>
          </w:p>
        </w:tc>
      </w:tr>
      <w:tr w:rsidR="001269CD" w:rsidRPr="00360B11" w:rsidTr="006B643F">
        <w:tc>
          <w:tcPr>
            <w:tcW w:w="675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Рогнединской поселковой администрации от 25.10.2011 года №136</w:t>
            </w:r>
          </w:p>
        </w:tc>
        <w:tc>
          <w:tcPr>
            <w:tcW w:w="3719" w:type="dxa"/>
            <w:vAlign w:val="center"/>
          </w:tcPr>
          <w:p w:rsidR="001269CD" w:rsidRPr="00813ED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13ED1">
              <w:rPr>
                <w:rFonts w:ascii="Times New Roman" w:hAnsi="Times New Roman"/>
                <w:szCs w:val="22"/>
              </w:rPr>
              <w:t>«Об утверждении порядка разработки, реализации и оценки эффективности муниципальных программ муниципального образования «</w:t>
            </w:r>
            <w:r>
              <w:rPr>
                <w:rFonts w:ascii="Times New Roman" w:hAnsi="Times New Roman"/>
                <w:kern w:val="2"/>
                <w:szCs w:val="22"/>
              </w:rPr>
              <w:t>Рогнединское городское поселение</w:t>
            </w:r>
            <w:r w:rsidRPr="00813ED1">
              <w:rPr>
                <w:rFonts w:ascii="Times New Roman" w:hAnsi="Times New Roman"/>
                <w:szCs w:val="22"/>
              </w:rPr>
              <w:t>»»</w:t>
            </w:r>
          </w:p>
        </w:tc>
        <w:tc>
          <w:tcPr>
            <w:tcW w:w="1843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 «Рогнединское городское поселение»</w:t>
            </w:r>
          </w:p>
        </w:tc>
        <w:tc>
          <w:tcPr>
            <w:tcW w:w="1559" w:type="dxa"/>
            <w:vAlign w:val="center"/>
          </w:tcPr>
          <w:p w:rsidR="001269CD" w:rsidRPr="00360B11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25.10.2011г.</w:t>
            </w:r>
          </w:p>
        </w:tc>
      </w:tr>
      <w:tr w:rsidR="001269CD" w:rsidRPr="00360B11" w:rsidTr="00696055">
        <w:tc>
          <w:tcPr>
            <w:tcW w:w="675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268" w:type="dxa"/>
            <w:vAlign w:val="center"/>
          </w:tcPr>
          <w:p w:rsidR="001269CD" w:rsidRDefault="001269C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Рогнединского района от 12.11.2018 года №520</w:t>
            </w:r>
          </w:p>
        </w:tc>
        <w:tc>
          <w:tcPr>
            <w:tcW w:w="3719" w:type="dxa"/>
            <w:vAlign w:val="center"/>
          </w:tcPr>
          <w:p w:rsidR="001269CD" w:rsidRDefault="001269CD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перечня муниципальных программ  муниципального образования «Рогнединское городское поселение»</w:t>
            </w:r>
          </w:p>
        </w:tc>
        <w:tc>
          <w:tcPr>
            <w:tcW w:w="1843" w:type="dxa"/>
          </w:tcPr>
          <w:p w:rsidR="001269CD" w:rsidRDefault="001269CD">
            <w:r w:rsidRPr="005D3996">
              <w:rPr>
                <w:rFonts w:ascii="Times New Roman" w:hAnsi="Times New Roman"/>
                <w:sz w:val="24"/>
                <w:szCs w:val="24"/>
              </w:rPr>
              <w:t>МО «Рогнединское городское поселение»</w:t>
            </w:r>
          </w:p>
        </w:tc>
        <w:tc>
          <w:tcPr>
            <w:tcW w:w="1559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2018г.</w:t>
            </w:r>
          </w:p>
        </w:tc>
      </w:tr>
      <w:tr w:rsidR="001269CD" w:rsidRPr="00360B11" w:rsidTr="00696055">
        <w:tc>
          <w:tcPr>
            <w:tcW w:w="675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268" w:type="dxa"/>
            <w:vAlign w:val="center"/>
          </w:tcPr>
          <w:p w:rsidR="001269CD" w:rsidRDefault="001269C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Рогнединского района от </w:t>
            </w:r>
          </w:p>
        </w:tc>
        <w:tc>
          <w:tcPr>
            <w:tcW w:w="3719" w:type="dxa"/>
            <w:vAlign w:val="center"/>
          </w:tcPr>
          <w:p w:rsidR="001269CD" w:rsidRDefault="001269CD" w:rsidP="00813ED1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«Об утверждении муниципальной программы «Реализация отдельных полномочий муниципального образования «Рогнединское городское поселение» на 2019-2021 годы»</w:t>
            </w:r>
          </w:p>
        </w:tc>
        <w:tc>
          <w:tcPr>
            <w:tcW w:w="1843" w:type="dxa"/>
          </w:tcPr>
          <w:p w:rsidR="001269CD" w:rsidRDefault="001269CD">
            <w:r w:rsidRPr="005D3996">
              <w:rPr>
                <w:rFonts w:ascii="Times New Roman" w:hAnsi="Times New Roman"/>
                <w:sz w:val="24"/>
                <w:szCs w:val="24"/>
              </w:rPr>
              <w:t>МО «Рогнединское городское поселение»</w:t>
            </w:r>
          </w:p>
        </w:tc>
        <w:tc>
          <w:tcPr>
            <w:tcW w:w="1559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2018г..</w:t>
            </w:r>
          </w:p>
        </w:tc>
      </w:tr>
      <w:tr w:rsidR="001269CD" w:rsidRPr="00360B11" w:rsidTr="00696055">
        <w:tc>
          <w:tcPr>
            <w:tcW w:w="675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vAlign w:val="center"/>
          </w:tcPr>
          <w:p w:rsidR="001269CD" w:rsidRDefault="001269CD" w:rsidP="00AA7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1269CD" w:rsidRDefault="001269CD" w:rsidP="00AA7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проекте бюджета муниципального образования «Рогнединское городское поселение» на 2019 год и на плановый период 2020-2021 годов»</w:t>
            </w:r>
          </w:p>
        </w:tc>
        <w:tc>
          <w:tcPr>
            <w:tcW w:w="1843" w:type="dxa"/>
          </w:tcPr>
          <w:p w:rsidR="001269CD" w:rsidRDefault="001269CD" w:rsidP="00AA723F">
            <w:r w:rsidRPr="005D3996">
              <w:rPr>
                <w:rFonts w:ascii="Times New Roman" w:hAnsi="Times New Roman"/>
                <w:sz w:val="24"/>
                <w:szCs w:val="24"/>
              </w:rPr>
              <w:t>МО «Рогнединское городское поселение»</w:t>
            </w:r>
          </w:p>
        </w:tc>
        <w:tc>
          <w:tcPr>
            <w:tcW w:w="1559" w:type="dxa"/>
            <w:vAlign w:val="center"/>
          </w:tcPr>
          <w:p w:rsidR="001269CD" w:rsidRDefault="001269CD" w:rsidP="00AA72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 2018г.</w:t>
            </w:r>
          </w:p>
        </w:tc>
      </w:tr>
      <w:tr w:rsidR="001269CD" w:rsidRPr="00360B11" w:rsidTr="00696055">
        <w:tc>
          <w:tcPr>
            <w:tcW w:w="675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268" w:type="dxa"/>
            <w:vAlign w:val="center"/>
          </w:tcPr>
          <w:p w:rsidR="001269CD" w:rsidRDefault="001269C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1269CD" w:rsidRDefault="001269C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прогнозе социально-экономического развития муниципального образования «Рогнединское городское поселение» на 2019 год и на плановый период  2020- 2021 годов»</w:t>
            </w:r>
          </w:p>
          <w:p w:rsidR="001269CD" w:rsidRDefault="001269CD" w:rsidP="002F5FB5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843" w:type="dxa"/>
          </w:tcPr>
          <w:p w:rsidR="001269CD" w:rsidRDefault="001269CD">
            <w:r w:rsidRPr="005D3996">
              <w:rPr>
                <w:rFonts w:ascii="Times New Roman" w:hAnsi="Times New Roman"/>
                <w:sz w:val="24"/>
                <w:szCs w:val="24"/>
              </w:rPr>
              <w:t>МО «Рогнединское городское поселение»</w:t>
            </w:r>
          </w:p>
        </w:tc>
        <w:tc>
          <w:tcPr>
            <w:tcW w:w="1559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2018г.</w:t>
            </w:r>
          </w:p>
        </w:tc>
      </w:tr>
      <w:tr w:rsidR="001269CD" w:rsidRPr="00360B11" w:rsidTr="00696055">
        <w:tc>
          <w:tcPr>
            <w:tcW w:w="675" w:type="dxa"/>
            <w:vAlign w:val="center"/>
          </w:tcPr>
          <w:p w:rsidR="001269CD" w:rsidRDefault="001269CD" w:rsidP="009310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268" w:type="dxa"/>
            <w:vAlign w:val="center"/>
          </w:tcPr>
          <w:p w:rsidR="001269CD" w:rsidRDefault="001269CD" w:rsidP="002F5FB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Рогнединского поселкового Совета народных депутатов  </w:t>
            </w:r>
          </w:p>
        </w:tc>
        <w:tc>
          <w:tcPr>
            <w:tcW w:w="3719" w:type="dxa"/>
            <w:vAlign w:val="center"/>
          </w:tcPr>
          <w:p w:rsidR="001269CD" w:rsidRDefault="001269CD" w:rsidP="006B643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бюджете муниципального образования «Рогнединское городское поселение» на 2019 год и на плановый период 2020-2021 годов»</w:t>
            </w:r>
          </w:p>
        </w:tc>
        <w:tc>
          <w:tcPr>
            <w:tcW w:w="1843" w:type="dxa"/>
          </w:tcPr>
          <w:p w:rsidR="001269CD" w:rsidRDefault="001269CD">
            <w:r w:rsidRPr="005D3996">
              <w:rPr>
                <w:rFonts w:ascii="Times New Roman" w:hAnsi="Times New Roman"/>
                <w:sz w:val="24"/>
                <w:szCs w:val="24"/>
              </w:rPr>
              <w:t>МО «Рогнединское городское поселение»</w:t>
            </w:r>
          </w:p>
        </w:tc>
        <w:tc>
          <w:tcPr>
            <w:tcW w:w="1559" w:type="dxa"/>
            <w:vAlign w:val="center"/>
          </w:tcPr>
          <w:p w:rsidR="001269CD" w:rsidRDefault="001269CD" w:rsidP="00C777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2018г.</w:t>
            </w:r>
          </w:p>
        </w:tc>
      </w:tr>
    </w:tbl>
    <w:p w:rsidR="001269CD" w:rsidRDefault="001269CD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1269CD" w:rsidSect="009275B9">
      <w:pgSz w:w="11906" w:h="16838"/>
      <w:pgMar w:top="1134" w:right="510" w:bottom="1134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75B9"/>
    <w:rsid w:val="000133A4"/>
    <w:rsid w:val="00032689"/>
    <w:rsid w:val="001001AD"/>
    <w:rsid w:val="001269CD"/>
    <w:rsid w:val="00147A35"/>
    <w:rsid w:val="0025400E"/>
    <w:rsid w:val="002F5FB5"/>
    <w:rsid w:val="003142E1"/>
    <w:rsid w:val="00324923"/>
    <w:rsid w:val="00360B11"/>
    <w:rsid w:val="003A7920"/>
    <w:rsid w:val="00430FA4"/>
    <w:rsid w:val="004C4686"/>
    <w:rsid w:val="00511690"/>
    <w:rsid w:val="00514687"/>
    <w:rsid w:val="005D3996"/>
    <w:rsid w:val="00622C58"/>
    <w:rsid w:val="00630A50"/>
    <w:rsid w:val="00696055"/>
    <w:rsid w:val="006B643F"/>
    <w:rsid w:val="006C1F03"/>
    <w:rsid w:val="007C5401"/>
    <w:rsid w:val="00813ED1"/>
    <w:rsid w:val="008519CC"/>
    <w:rsid w:val="008E7B61"/>
    <w:rsid w:val="009275B9"/>
    <w:rsid w:val="0093101C"/>
    <w:rsid w:val="00A351A6"/>
    <w:rsid w:val="00A60C85"/>
    <w:rsid w:val="00AA59F5"/>
    <w:rsid w:val="00AA723F"/>
    <w:rsid w:val="00AE0FF7"/>
    <w:rsid w:val="00B45C41"/>
    <w:rsid w:val="00B761D5"/>
    <w:rsid w:val="00B820F5"/>
    <w:rsid w:val="00C02550"/>
    <w:rsid w:val="00C77283"/>
    <w:rsid w:val="00C77782"/>
    <w:rsid w:val="00CB6D28"/>
    <w:rsid w:val="00CE06E8"/>
    <w:rsid w:val="00D05B34"/>
    <w:rsid w:val="00D31037"/>
    <w:rsid w:val="00D32D4D"/>
    <w:rsid w:val="00D653F8"/>
    <w:rsid w:val="00D93292"/>
    <w:rsid w:val="00DD635C"/>
    <w:rsid w:val="00DF0ED1"/>
    <w:rsid w:val="00DF2145"/>
    <w:rsid w:val="00E45D63"/>
    <w:rsid w:val="00E510EC"/>
    <w:rsid w:val="00E607FE"/>
    <w:rsid w:val="00E86913"/>
    <w:rsid w:val="00F034CB"/>
    <w:rsid w:val="00F05515"/>
    <w:rsid w:val="00F73895"/>
    <w:rsid w:val="00FD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75B9"/>
    <w:pPr>
      <w:spacing w:after="200" w:line="276" w:lineRule="auto"/>
    </w:pPr>
    <w:rPr>
      <w:rFonts w:eastAsia="Times New Roman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275B9"/>
    <w:pPr>
      <w:widowControl w:val="0"/>
      <w:autoSpaceDE w:val="0"/>
      <w:autoSpaceDN w:val="0"/>
    </w:pPr>
    <w:rPr>
      <w:rFonts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48</TotalTime>
  <Pages>1</Pages>
  <Words>356</Words>
  <Characters>2034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2018-11-20T08:45:00Z</cp:lastPrinted>
  <dcterms:created xsi:type="dcterms:W3CDTF">2017-11-13T10:12:00Z</dcterms:created>
  <dcterms:modified xsi:type="dcterms:W3CDTF">2018-11-23T08:24:00Z</dcterms:modified>
</cp:coreProperties>
</file>